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03D4FE8" w14:textId="77777777" w:rsidTr="00F862D6">
        <w:tc>
          <w:tcPr>
            <w:tcW w:w="1020" w:type="dxa"/>
          </w:tcPr>
          <w:p w14:paraId="70C58EC7" w14:textId="341BFA96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DF9B5A3" wp14:editId="3FB9E55D">
                      <wp:simplePos x="0" y="0"/>
                      <wp:positionH relativeFrom="page">
                        <wp:posOffset>2584450</wp:posOffset>
                      </wp:positionH>
                      <wp:positionV relativeFrom="page">
                        <wp:posOffset>171450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977FF5" w14:textId="77777777" w:rsidR="005337A7" w:rsidRDefault="005337A7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62149F3C" w14:textId="6519B1A5" w:rsidR="00764595" w:rsidRDefault="00126A1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25C0E414" w14:textId="034C0B38" w:rsidR="00126A15" w:rsidRDefault="00126A1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Stavební správa </w:t>
                                  </w:r>
                                  <w:r w:rsidR="006C1B18">
                                    <w:rPr>
                                      <w:rStyle w:val="Potovnadresa"/>
                                    </w:rPr>
                                    <w:t>východ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ab/>
                                  </w:r>
                                </w:p>
                                <w:p w14:paraId="642D6EEC" w14:textId="77777777" w:rsidR="006C1B18" w:rsidRDefault="006C1B1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6C1B18">
                                    <w:rPr>
                                      <w:rStyle w:val="Potovnadresa"/>
                                    </w:rPr>
                                    <w:t>Nerudova 773/1,</w:t>
                                  </w:r>
                                </w:p>
                                <w:p w14:paraId="67BDB18E" w14:textId="77777777" w:rsidR="006C1B18" w:rsidRDefault="006C1B18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6C1B18">
                                    <w:rPr>
                                      <w:rStyle w:val="Potovnadresa"/>
                                    </w:rPr>
                                    <w:t>779 00 Olomouc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F9B5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5pt;margin-top:13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" o:allowincell="f" fillcolor="white [3212]" stroked="f" strokeweight=".5pt">
                      <v:textbox>
                        <w:txbxContent>
                          <w:p w14:paraId="2F977FF5" w14:textId="77777777" w:rsidR="005337A7" w:rsidRDefault="005337A7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62149F3C" w14:textId="6519B1A5" w:rsidR="00764595" w:rsidRDefault="00126A1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25C0E414" w14:textId="034C0B38" w:rsidR="00126A15" w:rsidRDefault="00126A1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Stavební správa </w:t>
                            </w:r>
                            <w:r w:rsidR="006C1B18">
                              <w:rPr>
                                <w:rStyle w:val="Potovnadresa"/>
                              </w:rPr>
                              <w:t>východ</w:t>
                            </w:r>
                            <w:r>
                              <w:rPr>
                                <w:rStyle w:val="Potovnadresa"/>
                              </w:rPr>
                              <w:tab/>
                            </w:r>
                          </w:p>
                          <w:p w14:paraId="642D6EEC" w14:textId="77777777" w:rsidR="006C1B18" w:rsidRDefault="006C1B1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6C1B18">
                              <w:rPr>
                                <w:rStyle w:val="Potovnadresa"/>
                              </w:rPr>
                              <w:t>Nerudova 773/1,</w:t>
                            </w:r>
                          </w:p>
                          <w:p w14:paraId="67BDB18E" w14:textId="77777777" w:rsidR="006C1B18" w:rsidRDefault="006C1B18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6C1B18">
                              <w:rPr>
                                <w:rStyle w:val="Potovnadresa"/>
                              </w:rPr>
                              <w:t>779 00 Olomouc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7C1EFD">
              <w:t>4</w: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6603692B" w14:textId="3CEF375F" w:rsidR="00F64786" w:rsidRDefault="00F64786" w:rsidP="0077673A"/>
        </w:tc>
        <w:tc>
          <w:tcPr>
            <w:tcW w:w="823" w:type="dxa"/>
          </w:tcPr>
          <w:p w14:paraId="2BE680A5" w14:textId="77777777" w:rsidR="00F64786" w:rsidRDefault="00F64786" w:rsidP="0077673A"/>
        </w:tc>
        <w:tc>
          <w:tcPr>
            <w:tcW w:w="3685" w:type="dxa"/>
          </w:tcPr>
          <w:p w14:paraId="44E2149B" w14:textId="77777777" w:rsidR="00F64786" w:rsidRDefault="00F64786" w:rsidP="0077673A"/>
        </w:tc>
      </w:tr>
      <w:tr w:rsidR="00F862D6" w14:paraId="6A42F2F7" w14:textId="77777777" w:rsidTr="00596C7E">
        <w:tc>
          <w:tcPr>
            <w:tcW w:w="1020" w:type="dxa"/>
          </w:tcPr>
          <w:p w14:paraId="3B2F49B4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202B50BD" w14:textId="402C09B5" w:rsidR="00F862D6" w:rsidRDefault="00F862D6" w:rsidP="00764595"/>
        </w:tc>
        <w:tc>
          <w:tcPr>
            <w:tcW w:w="823" w:type="dxa"/>
          </w:tcPr>
          <w:p w14:paraId="38C52E0A" w14:textId="77777777" w:rsidR="00F862D6" w:rsidRDefault="00F862D6" w:rsidP="0077673A"/>
        </w:tc>
        <w:tc>
          <w:tcPr>
            <w:tcW w:w="3685" w:type="dxa"/>
            <w:vMerge w:val="restart"/>
          </w:tcPr>
          <w:p w14:paraId="7F840521" w14:textId="77777777" w:rsidR="00596C7E" w:rsidRDefault="00596C7E" w:rsidP="00596C7E">
            <w:pPr>
              <w:rPr>
                <w:rStyle w:val="Potovnadresa"/>
              </w:rPr>
            </w:pPr>
          </w:p>
          <w:p w14:paraId="06C5B87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RPr="000A0DBC" w14:paraId="379891F2" w14:textId="77777777" w:rsidTr="00F862D6">
        <w:tc>
          <w:tcPr>
            <w:tcW w:w="1020" w:type="dxa"/>
          </w:tcPr>
          <w:p w14:paraId="256FD4FC" w14:textId="77777777" w:rsidR="00F862D6" w:rsidRPr="000A0DBC" w:rsidRDefault="00F862D6" w:rsidP="0077673A">
            <w:r w:rsidRPr="000A0DBC">
              <w:t>Naše zn.</w:t>
            </w:r>
          </w:p>
        </w:tc>
        <w:tc>
          <w:tcPr>
            <w:tcW w:w="2552" w:type="dxa"/>
          </w:tcPr>
          <w:p w14:paraId="4E4A8690" w14:textId="20398583" w:rsidR="00F862D6" w:rsidRPr="000A0DBC" w:rsidRDefault="007B60F0" w:rsidP="0077673A">
            <w:r w:rsidRPr="007B60F0">
              <w:t>2423/2024-SŽ-OŘ HKR-OPS</w:t>
            </w:r>
          </w:p>
        </w:tc>
        <w:tc>
          <w:tcPr>
            <w:tcW w:w="823" w:type="dxa"/>
          </w:tcPr>
          <w:p w14:paraId="1C1912F0" w14:textId="77777777" w:rsidR="00F862D6" w:rsidRPr="000A0DBC" w:rsidRDefault="00F862D6" w:rsidP="0077673A"/>
        </w:tc>
        <w:tc>
          <w:tcPr>
            <w:tcW w:w="3685" w:type="dxa"/>
            <w:vMerge/>
          </w:tcPr>
          <w:p w14:paraId="08F845C0" w14:textId="77777777" w:rsidR="00F862D6" w:rsidRPr="000A0DBC" w:rsidRDefault="00F862D6" w:rsidP="0077673A"/>
        </w:tc>
      </w:tr>
      <w:tr w:rsidR="00F862D6" w:rsidRPr="000A0DBC" w14:paraId="29A77011" w14:textId="77777777" w:rsidTr="00F862D6">
        <w:tc>
          <w:tcPr>
            <w:tcW w:w="1020" w:type="dxa"/>
          </w:tcPr>
          <w:p w14:paraId="7323B76B" w14:textId="77777777" w:rsidR="00F862D6" w:rsidRPr="00FB7776" w:rsidRDefault="00F862D6" w:rsidP="0077673A">
            <w:r w:rsidRPr="00FB7776">
              <w:t>Listů/příloh</w:t>
            </w:r>
          </w:p>
        </w:tc>
        <w:tc>
          <w:tcPr>
            <w:tcW w:w="2552" w:type="dxa"/>
          </w:tcPr>
          <w:p w14:paraId="3C408127" w14:textId="4B346396" w:rsidR="00F862D6" w:rsidRPr="00FB7776" w:rsidRDefault="007B60F0" w:rsidP="0077673A">
            <w:r>
              <w:t>1</w:t>
            </w:r>
            <w:r w:rsidR="00FA0514">
              <w:t>/1</w:t>
            </w:r>
          </w:p>
        </w:tc>
        <w:tc>
          <w:tcPr>
            <w:tcW w:w="823" w:type="dxa"/>
          </w:tcPr>
          <w:p w14:paraId="11A7839F" w14:textId="77777777" w:rsidR="00F862D6" w:rsidRPr="000A0DBC" w:rsidRDefault="00F862D6" w:rsidP="0077673A"/>
        </w:tc>
        <w:tc>
          <w:tcPr>
            <w:tcW w:w="3685" w:type="dxa"/>
            <w:vMerge/>
          </w:tcPr>
          <w:p w14:paraId="6271250E" w14:textId="77777777" w:rsidR="00F862D6" w:rsidRPr="000A0DBC" w:rsidRDefault="00F862D6" w:rsidP="0077673A">
            <w:pPr>
              <w:rPr>
                <w:noProof/>
              </w:rPr>
            </w:pPr>
          </w:p>
        </w:tc>
      </w:tr>
      <w:tr w:rsidR="00F862D6" w:rsidRPr="000A0DBC" w14:paraId="4381DA55" w14:textId="77777777" w:rsidTr="00F862D6">
        <w:tc>
          <w:tcPr>
            <w:tcW w:w="1020" w:type="dxa"/>
          </w:tcPr>
          <w:p w14:paraId="1782F7D2" w14:textId="77777777" w:rsidR="00F862D6" w:rsidRPr="000A0DBC" w:rsidRDefault="00F862D6" w:rsidP="0077673A"/>
        </w:tc>
        <w:tc>
          <w:tcPr>
            <w:tcW w:w="2552" w:type="dxa"/>
          </w:tcPr>
          <w:p w14:paraId="1669FD3F" w14:textId="77777777" w:rsidR="00F862D6" w:rsidRPr="000A0DBC" w:rsidRDefault="00F862D6" w:rsidP="0077673A"/>
        </w:tc>
        <w:tc>
          <w:tcPr>
            <w:tcW w:w="823" w:type="dxa"/>
          </w:tcPr>
          <w:p w14:paraId="7B251813" w14:textId="77777777" w:rsidR="00F862D6" w:rsidRPr="000A0DBC" w:rsidRDefault="00F862D6" w:rsidP="0077673A"/>
        </w:tc>
        <w:tc>
          <w:tcPr>
            <w:tcW w:w="3685" w:type="dxa"/>
            <w:vMerge/>
          </w:tcPr>
          <w:p w14:paraId="591987F6" w14:textId="77777777" w:rsidR="00F862D6" w:rsidRPr="000A0DBC" w:rsidRDefault="00F862D6" w:rsidP="0077673A"/>
        </w:tc>
      </w:tr>
      <w:tr w:rsidR="00F862D6" w:rsidRPr="000A0DBC" w14:paraId="2CC1D3F2" w14:textId="77777777" w:rsidTr="00F862D6">
        <w:tc>
          <w:tcPr>
            <w:tcW w:w="1020" w:type="dxa"/>
          </w:tcPr>
          <w:p w14:paraId="67A1D348" w14:textId="77777777" w:rsidR="00F862D6" w:rsidRPr="000A0DBC" w:rsidRDefault="00F862D6" w:rsidP="0077673A">
            <w:r w:rsidRPr="000A0DBC">
              <w:t>Vyřizuje</w:t>
            </w:r>
          </w:p>
        </w:tc>
        <w:tc>
          <w:tcPr>
            <w:tcW w:w="2552" w:type="dxa"/>
          </w:tcPr>
          <w:p w14:paraId="46335A48" w14:textId="66655F58" w:rsidR="00F862D6" w:rsidRPr="000A0DBC" w:rsidRDefault="00457BE6" w:rsidP="0077673A">
            <w:r w:rsidRPr="000A0DBC">
              <w:fldChar w:fldCharType="begin">
                <w:ffData>
                  <w:name w:val="JmenoPrijmeni"/>
                  <w:enabled/>
                  <w:calcOnExit w:val="0"/>
                  <w:textInput>
                    <w:default w:val="Ing. Martin Charvát"/>
                  </w:textInput>
                </w:ffData>
              </w:fldChar>
            </w:r>
            <w:bookmarkStart w:id="0" w:name="JmenoPrijmeni"/>
            <w:r w:rsidRPr="000A0DBC">
              <w:instrText xml:space="preserve"> FORMTEXT </w:instrText>
            </w:r>
            <w:r w:rsidRPr="000A0DBC">
              <w:fldChar w:fldCharType="separate"/>
            </w:r>
            <w:r w:rsidRPr="000A0DBC">
              <w:rPr>
                <w:noProof/>
              </w:rPr>
              <w:t>Ing. Martin Charvát</w:t>
            </w:r>
            <w:r w:rsidRPr="000A0DBC">
              <w:fldChar w:fldCharType="end"/>
            </w:r>
            <w:bookmarkEnd w:id="0"/>
          </w:p>
        </w:tc>
        <w:tc>
          <w:tcPr>
            <w:tcW w:w="823" w:type="dxa"/>
          </w:tcPr>
          <w:p w14:paraId="3B1B4FED" w14:textId="77777777" w:rsidR="00F862D6" w:rsidRPr="000A0DBC" w:rsidRDefault="00F862D6" w:rsidP="0077673A"/>
        </w:tc>
        <w:tc>
          <w:tcPr>
            <w:tcW w:w="3685" w:type="dxa"/>
            <w:vMerge/>
          </w:tcPr>
          <w:p w14:paraId="21D613C9" w14:textId="77777777" w:rsidR="00F862D6" w:rsidRPr="000A0DBC" w:rsidRDefault="00F862D6" w:rsidP="0077673A"/>
        </w:tc>
      </w:tr>
      <w:tr w:rsidR="009A7568" w:rsidRPr="000A0DBC" w14:paraId="39451580" w14:textId="77777777" w:rsidTr="00F862D6">
        <w:tc>
          <w:tcPr>
            <w:tcW w:w="1020" w:type="dxa"/>
          </w:tcPr>
          <w:p w14:paraId="22ECC129" w14:textId="77777777" w:rsidR="009A7568" w:rsidRPr="000A0DBC" w:rsidRDefault="009A7568" w:rsidP="009A7568">
            <w:r w:rsidRPr="000A0DBC">
              <w:t>Telefon</w:t>
            </w:r>
          </w:p>
        </w:tc>
        <w:tc>
          <w:tcPr>
            <w:tcW w:w="2552" w:type="dxa"/>
          </w:tcPr>
          <w:p w14:paraId="6FBAF7FD" w14:textId="4D0AE818" w:rsidR="009A7568" w:rsidRPr="000A0DBC" w:rsidRDefault="00457BE6" w:rsidP="009A7568">
            <w:r w:rsidRPr="000A0DBC">
              <w:fldChar w:fldCharType="begin">
                <w:ffData>
                  <w:name w:val="Telefon"/>
                  <w:enabled/>
                  <w:calcOnExit w:val="0"/>
                  <w:textInput>
                    <w:default w:val="+420 972 341569"/>
                  </w:textInput>
                </w:ffData>
              </w:fldChar>
            </w:r>
            <w:bookmarkStart w:id="1" w:name="Telefon"/>
            <w:r w:rsidRPr="000A0DBC">
              <w:instrText xml:space="preserve"> FORMTEXT </w:instrText>
            </w:r>
            <w:r w:rsidRPr="000A0DBC">
              <w:fldChar w:fldCharType="separate"/>
            </w:r>
            <w:r w:rsidRPr="000A0DBC">
              <w:rPr>
                <w:noProof/>
              </w:rPr>
              <w:t>+420 972 341</w:t>
            </w:r>
            <w:r w:rsidR="0077797C" w:rsidRPr="000A0DBC">
              <w:rPr>
                <w:noProof/>
              </w:rPr>
              <w:t xml:space="preserve"> </w:t>
            </w:r>
            <w:r w:rsidRPr="000A0DBC">
              <w:rPr>
                <w:noProof/>
              </w:rPr>
              <w:t>569</w:t>
            </w:r>
            <w:r w:rsidRPr="000A0DBC">
              <w:fldChar w:fldCharType="end"/>
            </w:r>
            <w:bookmarkEnd w:id="1"/>
          </w:p>
        </w:tc>
        <w:tc>
          <w:tcPr>
            <w:tcW w:w="823" w:type="dxa"/>
          </w:tcPr>
          <w:p w14:paraId="72C8AAA8" w14:textId="77777777" w:rsidR="009A7568" w:rsidRPr="000A0DBC" w:rsidRDefault="009A7568" w:rsidP="009A7568"/>
        </w:tc>
        <w:tc>
          <w:tcPr>
            <w:tcW w:w="3685" w:type="dxa"/>
            <w:vMerge/>
          </w:tcPr>
          <w:p w14:paraId="1747D1B7" w14:textId="77777777" w:rsidR="009A7568" w:rsidRPr="000A0DBC" w:rsidRDefault="009A7568" w:rsidP="009A7568"/>
        </w:tc>
      </w:tr>
      <w:tr w:rsidR="009A7568" w:rsidRPr="000A0DBC" w14:paraId="58DCAB27" w14:textId="77777777" w:rsidTr="00F862D6">
        <w:tc>
          <w:tcPr>
            <w:tcW w:w="1020" w:type="dxa"/>
          </w:tcPr>
          <w:p w14:paraId="2A5695EF" w14:textId="77777777" w:rsidR="009A7568" w:rsidRPr="000A0DBC" w:rsidRDefault="009A7568" w:rsidP="009A7568">
            <w:r w:rsidRPr="000A0DBC">
              <w:t>Mobil</w:t>
            </w:r>
          </w:p>
        </w:tc>
        <w:tc>
          <w:tcPr>
            <w:tcW w:w="2552" w:type="dxa"/>
          </w:tcPr>
          <w:p w14:paraId="56C2C1C6" w14:textId="183504A1" w:rsidR="009A7568" w:rsidRPr="000A0DBC" w:rsidRDefault="00457BE6" w:rsidP="009A7568">
            <w:r w:rsidRPr="000A0DBC">
              <w:fldChar w:fldCharType="begin">
                <w:ffData>
                  <w:name w:val="Mobil"/>
                  <w:enabled/>
                  <w:calcOnExit w:val="0"/>
                  <w:textInput>
                    <w:default w:val="+420 702 196 452"/>
                  </w:textInput>
                </w:ffData>
              </w:fldChar>
            </w:r>
            <w:bookmarkStart w:id="2" w:name="Mobil"/>
            <w:r w:rsidRPr="000A0DBC">
              <w:instrText xml:space="preserve"> FORMTEXT </w:instrText>
            </w:r>
            <w:r w:rsidRPr="000A0DBC">
              <w:fldChar w:fldCharType="separate"/>
            </w:r>
            <w:r w:rsidRPr="000A0DBC">
              <w:rPr>
                <w:noProof/>
              </w:rPr>
              <w:t>+420 702 196 452</w:t>
            </w:r>
            <w:r w:rsidRPr="000A0DBC">
              <w:fldChar w:fldCharType="end"/>
            </w:r>
            <w:bookmarkEnd w:id="2"/>
          </w:p>
        </w:tc>
        <w:tc>
          <w:tcPr>
            <w:tcW w:w="823" w:type="dxa"/>
          </w:tcPr>
          <w:p w14:paraId="08909B81" w14:textId="77777777" w:rsidR="009A7568" w:rsidRPr="000A0DBC" w:rsidRDefault="009A7568" w:rsidP="009A7568"/>
        </w:tc>
        <w:tc>
          <w:tcPr>
            <w:tcW w:w="3685" w:type="dxa"/>
            <w:vMerge/>
          </w:tcPr>
          <w:p w14:paraId="2EAA5DC9" w14:textId="77777777" w:rsidR="009A7568" w:rsidRPr="000A0DBC" w:rsidRDefault="009A7568" w:rsidP="009A7568"/>
        </w:tc>
      </w:tr>
      <w:tr w:rsidR="009A7568" w:rsidRPr="000A0DBC" w14:paraId="2E97DAAA" w14:textId="77777777" w:rsidTr="00F862D6">
        <w:tc>
          <w:tcPr>
            <w:tcW w:w="1020" w:type="dxa"/>
          </w:tcPr>
          <w:p w14:paraId="249EEDC8" w14:textId="77777777" w:rsidR="009A7568" w:rsidRPr="000A0DBC" w:rsidRDefault="009A7568" w:rsidP="009A7568">
            <w:r w:rsidRPr="000A0DBC">
              <w:t>E-mail</w:t>
            </w:r>
          </w:p>
        </w:tc>
        <w:tc>
          <w:tcPr>
            <w:tcW w:w="2552" w:type="dxa"/>
          </w:tcPr>
          <w:p w14:paraId="0014D9BE" w14:textId="4E0BAE55" w:rsidR="009A7568" w:rsidRPr="000A0DBC" w:rsidRDefault="0077797C" w:rsidP="009A7568">
            <w:r w:rsidRPr="000A0DBC">
              <w:t>charvatm</w:t>
            </w:r>
            <w:r w:rsidR="00FB6CE2" w:rsidRPr="000A0DBC">
              <w:t>@spravazeleznic.cz</w:t>
            </w:r>
          </w:p>
        </w:tc>
        <w:tc>
          <w:tcPr>
            <w:tcW w:w="823" w:type="dxa"/>
          </w:tcPr>
          <w:p w14:paraId="3AF1F776" w14:textId="77777777" w:rsidR="009A7568" w:rsidRPr="000A0DBC" w:rsidRDefault="009A7568" w:rsidP="009A7568"/>
        </w:tc>
        <w:tc>
          <w:tcPr>
            <w:tcW w:w="3685" w:type="dxa"/>
            <w:vMerge/>
          </w:tcPr>
          <w:p w14:paraId="6FAF2E80" w14:textId="77777777" w:rsidR="009A7568" w:rsidRPr="000A0DBC" w:rsidRDefault="009A7568" w:rsidP="009A7568"/>
        </w:tc>
      </w:tr>
      <w:tr w:rsidR="009A7568" w:rsidRPr="000A0DBC" w14:paraId="5363916C" w14:textId="77777777" w:rsidTr="00F862D6">
        <w:tc>
          <w:tcPr>
            <w:tcW w:w="1020" w:type="dxa"/>
          </w:tcPr>
          <w:p w14:paraId="12AC7078" w14:textId="77777777" w:rsidR="009A7568" w:rsidRPr="000A0DBC" w:rsidRDefault="009A7568" w:rsidP="009A7568"/>
        </w:tc>
        <w:tc>
          <w:tcPr>
            <w:tcW w:w="2552" w:type="dxa"/>
          </w:tcPr>
          <w:p w14:paraId="7C6374B8" w14:textId="77777777" w:rsidR="009A7568" w:rsidRPr="000A0DBC" w:rsidRDefault="009A7568" w:rsidP="009A7568"/>
        </w:tc>
        <w:tc>
          <w:tcPr>
            <w:tcW w:w="823" w:type="dxa"/>
          </w:tcPr>
          <w:p w14:paraId="0E81C1D7" w14:textId="77777777" w:rsidR="009A7568" w:rsidRPr="000A0DBC" w:rsidRDefault="009A7568" w:rsidP="009A7568"/>
        </w:tc>
        <w:tc>
          <w:tcPr>
            <w:tcW w:w="3685" w:type="dxa"/>
          </w:tcPr>
          <w:p w14:paraId="22F6067C" w14:textId="77777777" w:rsidR="009A7568" w:rsidRPr="000A0DBC" w:rsidRDefault="009A7568" w:rsidP="009A7568"/>
        </w:tc>
      </w:tr>
      <w:tr w:rsidR="009A7568" w14:paraId="37F9CA58" w14:textId="77777777" w:rsidTr="00F862D6">
        <w:tc>
          <w:tcPr>
            <w:tcW w:w="1020" w:type="dxa"/>
          </w:tcPr>
          <w:p w14:paraId="2DCEB5ED" w14:textId="77777777" w:rsidR="009A7568" w:rsidRPr="000A0DBC" w:rsidRDefault="009A7568" w:rsidP="009A7568">
            <w:r w:rsidRPr="000A0DBC">
              <w:t>Datum</w:t>
            </w:r>
          </w:p>
        </w:tc>
        <w:bookmarkStart w:id="3" w:name="Datum"/>
        <w:tc>
          <w:tcPr>
            <w:tcW w:w="2552" w:type="dxa"/>
          </w:tcPr>
          <w:p w14:paraId="6E2608D5" w14:textId="5DA2B8DC" w:rsidR="009A7568" w:rsidRDefault="009A7568" w:rsidP="009A7568">
            <w:r w:rsidRPr="000A0DBC">
              <w:fldChar w:fldCharType="begin"/>
            </w:r>
            <w:r w:rsidRPr="000A0DBC">
              <w:instrText xml:space="preserve"> DATE  \@ "d. MMMM yyyy"  \* MERGEFORMAT </w:instrText>
            </w:r>
            <w:r w:rsidRPr="000A0DBC">
              <w:fldChar w:fldCharType="separate"/>
            </w:r>
            <w:r w:rsidR="00313DFC">
              <w:rPr>
                <w:noProof/>
              </w:rPr>
              <w:t>18. ledna 2024</w:t>
            </w:r>
            <w:r w:rsidRPr="000A0DBC">
              <w:fldChar w:fldCharType="end"/>
            </w:r>
            <w:r>
              <w:t xml:space="preserve"> </w:t>
            </w:r>
            <w:bookmarkEnd w:id="3"/>
          </w:p>
        </w:tc>
        <w:tc>
          <w:tcPr>
            <w:tcW w:w="823" w:type="dxa"/>
          </w:tcPr>
          <w:p w14:paraId="442DB503" w14:textId="77777777" w:rsidR="009A7568" w:rsidRDefault="009A7568" w:rsidP="009A7568"/>
        </w:tc>
        <w:tc>
          <w:tcPr>
            <w:tcW w:w="3685" w:type="dxa"/>
          </w:tcPr>
          <w:p w14:paraId="288601A4" w14:textId="77777777" w:rsidR="009A7568" w:rsidRDefault="009A7568" w:rsidP="009A7568"/>
        </w:tc>
      </w:tr>
      <w:tr w:rsidR="00F64786" w14:paraId="1796AB4F" w14:textId="77777777" w:rsidTr="00F862D6">
        <w:tc>
          <w:tcPr>
            <w:tcW w:w="1020" w:type="dxa"/>
          </w:tcPr>
          <w:p w14:paraId="04D45CAD" w14:textId="77777777" w:rsidR="00F64786" w:rsidRDefault="00F64786" w:rsidP="0077673A"/>
        </w:tc>
        <w:tc>
          <w:tcPr>
            <w:tcW w:w="2552" w:type="dxa"/>
          </w:tcPr>
          <w:p w14:paraId="61F40FFE" w14:textId="77777777" w:rsidR="00F64786" w:rsidRDefault="00F64786" w:rsidP="00F310F8"/>
        </w:tc>
        <w:tc>
          <w:tcPr>
            <w:tcW w:w="823" w:type="dxa"/>
          </w:tcPr>
          <w:p w14:paraId="6B16777C" w14:textId="77777777" w:rsidR="00F64786" w:rsidRDefault="00F64786" w:rsidP="0077673A"/>
        </w:tc>
        <w:tc>
          <w:tcPr>
            <w:tcW w:w="3685" w:type="dxa"/>
          </w:tcPr>
          <w:p w14:paraId="57F2C5AF" w14:textId="77777777" w:rsidR="00F64786" w:rsidRDefault="00F64786" w:rsidP="0077673A"/>
        </w:tc>
      </w:tr>
      <w:tr w:rsidR="00F862D6" w14:paraId="035C0E89" w14:textId="77777777" w:rsidTr="00B45E9E">
        <w:trPr>
          <w:trHeight w:val="794"/>
        </w:trPr>
        <w:tc>
          <w:tcPr>
            <w:tcW w:w="1020" w:type="dxa"/>
          </w:tcPr>
          <w:p w14:paraId="0A36BC49" w14:textId="77777777" w:rsidR="00F862D6" w:rsidRDefault="00F862D6" w:rsidP="0077673A"/>
        </w:tc>
        <w:tc>
          <w:tcPr>
            <w:tcW w:w="2552" w:type="dxa"/>
          </w:tcPr>
          <w:p w14:paraId="70E1F40A" w14:textId="77777777" w:rsidR="00F862D6" w:rsidRDefault="00F862D6" w:rsidP="00F310F8"/>
        </w:tc>
        <w:tc>
          <w:tcPr>
            <w:tcW w:w="823" w:type="dxa"/>
          </w:tcPr>
          <w:p w14:paraId="275C1454" w14:textId="77777777" w:rsidR="00F862D6" w:rsidRDefault="00F862D6" w:rsidP="0077673A"/>
        </w:tc>
        <w:tc>
          <w:tcPr>
            <w:tcW w:w="3685" w:type="dxa"/>
          </w:tcPr>
          <w:p w14:paraId="12849530" w14:textId="77777777" w:rsidR="00F862D6" w:rsidRDefault="00F862D6" w:rsidP="0077673A"/>
        </w:tc>
      </w:tr>
    </w:tbl>
    <w:p w14:paraId="7DA644CE" w14:textId="3111B5BE" w:rsidR="00B45E9E" w:rsidRPr="00B45E9E" w:rsidRDefault="00273006" w:rsidP="00B45E9E">
      <w:pPr>
        <w:pStyle w:val="Pedmtdopisu"/>
      </w:pPr>
      <w:r w:rsidRPr="00273006">
        <w:t>Zvýšení bezpečnosti a komfortu cestujících na zastávce Ústí nad Orlicí město</w:t>
      </w:r>
      <w:r w:rsidR="00395EB8">
        <w:br/>
      </w:r>
      <w:r w:rsidR="005337A7">
        <w:t>– připomínky k</w:t>
      </w:r>
      <w:r w:rsidR="00047FFD">
        <w:t> </w:t>
      </w:r>
      <w:r w:rsidR="00D40AAA" w:rsidRPr="00D40AAA">
        <w:t>DSP+PDPS</w:t>
      </w:r>
    </w:p>
    <w:p w14:paraId="6EAA8506" w14:textId="77777777" w:rsidR="005337A7" w:rsidRPr="00913130" w:rsidRDefault="005337A7" w:rsidP="005337A7">
      <w:pPr>
        <w:rPr>
          <w:noProof/>
        </w:rPr>
      </w:pPr>
      <w:r w:rsidRPr="00913130">
        <w:rPr>
          <w:noProof/>
        </w:rPr>
        <w:t>Správa železnic, státní organizace, Oblastní ředitelství Hradec Králové dává k předložené dokumentaci pro územní řízení následující stanovisko:</w:t>
      </w:r>
    </w:p>
    <w:p w14:paraId="695A2699" w14:textId="58185A3C" w:rsidR="005F76F6" w:rsidRPr="00FB7776" w:rsidRDefault="007B60F0" w:rsidP="005F76F6">
      <w:pPr>
        <w:pStyle w:val="Bezmezer"/>
        <w:keepNext/>
        <w:spacing w:before="240"/>
        <w:rPr>
          <w:b/>
          <w:bCs/>
          <w:color w:val="00A1E0" w:themeColor="accent3"/>
        </w:rPr>
      </w:pPr>
      <w:r w:rsidRPr="007B60F0">
        <w:rPr>
          <w:b/>
          <w:bCs/>
          <w:color w:val="00A1E0" w:themeColor="accent3"/>
        </w:rPr>
        <w:t xml:space="preserve">Správa sdělovací a zabezpečovací techniky </w:t>
      </w:r>
      <w:r w:rsidR="005F76F6" w:rsidRPr="00FB7776">
        <w:rPr>
          <w:b/>
          <w:bCs/>
          <w:color w:val="00A1E0" w:themeColor="accent3"/>
        </w:rPr>
        <w:t>(S</w:t>
      </w:r>
      <w:r>
        <w:rPr>
          <w:b/>
          <w:bCs/>
          <w:color w:val="00A1E0" w:themeColor="accent3"/>
        </w:rPr>
        <w:t>SZT</w:t>
      </w:r>
      <w:r w:rsidR="005F76F6" w:rsidRPr="00FB7776">
        <w:rPr>
          <w:b/>
          <w:bCs/>
          <w:color w:val="00A1E0" w:themeColor="accent3"/>
        </w:rPr>
        <w:t>)</w:t>
      </w:r>
    </w:p>
    <w:p w14:paraId="4287A3F5" w14:textId="02340CD3" w:rsidR="005F76F6" w:rsidRDefault="007B60F0" w:rsidP="005F76F6">
      <w:pPr>
        <w:spacing w:after="120" w:line="276" w:lineRule="auto"/>
        <w:jc w:val="both"/>
      </w:pPr>
      <w:r>
        <w:t>P</w:t>
      </w:r>
      <w:r w:rsidRPr="007B60F0">
        <w:t>ro ovládání výtahů</w:t>
      </w:r>
      <w:r>
        <w:t xml:space="preserve"> preferujeme použití </w:t>
      </w:r>
      <w:r w:rsidRPr="007B60F0">
        <w:t>modul</w:t>
      </w:r>
      <w:r>
        <w:t>ů</w:t>
      </w:r>
      <w:r w:rsidRPr="007B60F0">
        <w:t xml:space="preserve"> Quido ETH 4/4</w:t>
      </w:r>
      <w:r>
        <w:t>.</w:t>
      </w:r>
    </w:p>
    <w:p w14:paraId="29E01BDD" w14:textId="6DD3C26D" w:rsidR="007B60F0" w:rsidRDefault="007B60F0" w:rsidP="005F76F6">
      <w:pPr>
        <w:spacing w:after="120" w:line="276" w:lineRule="auto"/>
        <w:jc w:val="both"/>
      </w:pPr>
      <w:r>
        <w:t>Stavba musí respektovat umístění stávajících kabelových tras dle přílohy.</w:t>
      </w:r>
    </w:p>
    <w:p w14:paraId="0AA34D49" w14:textId="537BA3C1" w:rsidR="007B60F0" w:rsidRPr="001C536E" w:rsidRDefault="007B60F0" w:rsidP="005F76F6">
      <w:pPr>
        <w:spacing w:after="120" w:line="276" w:lineRule="auto"/>
        <w:jc w:val="both"/>
      </w:pPr>
      <w:r w:rsidRPr="007B60F0">
        <w:t>Systém musí výhledově umožnit přenos dat na pracoviště DŽIn Hradec Králové.</w:t>
      </w:r>
    </w:p>
    <w:p w14:paraId="341B694A" w14:textId="77777777" w:rsidR="005F76F6" w:rsidRDefault="005F76F6" w:rsidP="005F76F6">
      <w:pPr>
        <w:pStyle w:val="Bezmezer"/>
        <w:spacing w:before="240"/>
        <w:rPr>
          <w:b/>
          <w:bCs/>
          <w:color w:val="00A1E0" w:themeColor="accent3"/>
        </w:rPr>
      </w:pPr>
      <w:r w:rsidRPr="00FB7776">
        <w:rPr>
          <w:b/>
          <w:bCs/>
          <w:color w:val="00A1E0" w:themeColor="accent3"/>
        </w:rPr>
        <w:t>Správa pozemních staveb (SPS)</w:t>
      </w:r>
    </w:p>
    <w:p w14:paraId="6CBA0AA3" w14:textId="4F8D6158" w:rsidR="00FA0514" w:rsidRPr="007B60F0" w:rsidRDefault="007B60F0" w:rsidP="007B60F0">
      <w:pPr>
        <w:spacing w:after="120" w:line="276" w:lineRule="auto"/>
        <w:jc w:val="both"/>
      </w:pPr>
      <w:r w:rsidRPr="007B60F0">
        <w:t>Bez při</w:t>
      </w:r>
      <w:r>
        <w:t>pomínek.</w:t>
      </w:r>
    </w:p>
    <w:p w14:paraId="1522C31E" w14:textId="377C0BEE" w:rsidR="007B60F0" w:rsidRPr="00FB7776" w:rsidRDefault="007B60F0" w:rsidP="007B60F0">
      <w:pPr>
        <w:pStyle w:val="Bezmezer"/>
        <w:keepNext/>
        <w:spacing w:before="240"/>
        <w:rPr>
          <w:b/>
          <w:bCs/>
          <w:color w:val="00A1E0" w:themeColor="accent3"/>
        </w:rPr>
      </w:pPr>
      <w:r w:rsidRPr="00FB7776">
        <w:rPr>
          <w:b/>
          <w:bCs/>
          <w:color w:val="00A1E0" w:themeColor="accent3"/>
        </w:rPr>
        <w:t>Správa elektrotechniky a energetiky (S</w:t>
      </w:r>
      <w:r>
        <w:rPr>
          <w:b/>
          <w:bCs/>
          <w:color w:val="00A1E0" w:themeColor="accent3"/>
        </w:rPr>
        <w:t>EE</w:t>
      </w:r>
      <w:r w:rsidRPr="00FB7776">
        <w:rPr>
          <w:b/>
          <w:bCs/>
          <w:color w:val="00A1E0" w:themeColor="accent3"/>
        </w:rPr>
        <w:t>)</w:t>
      </w:r>
    </w:p>
    <w:p w14:paraId="1FA62DEF" w14:textId="77777777" w:rsidR="007B60F0" w:rsidRPr="007B60F0" w:rsidRDefault="007B60F0" w:rsidP="007B60F0">
      <w:pPr>
        <w:spacing w:after="120" w:line="276" w:lineRule="auto"/>
        <w:jc w:val="both"/>
      </w:pPr>
      <w:r w:rsidRPr="007B60F0">
        <w:t>Bez při</w:t>
      </w:r>
      <w:r>
        <w:t>pomínek.</w:t>
      </w:r>
    </w:p>
    <w:p w14:paraId="6B81F096" w14:textId="77777777" w:rsidR="00FA0514" w:rsidRDefault="00FA0514" w:rsidP="00FA0514">
      <w:pPr>
        <w:pStyle w:val="Bezmezer"/>
      </w:pPr>
    </w:p>
    <w:p w14:paraId="66FFFDAB" w14:textId="77777777" w:rsidR="00363C2E" w:rsidRDefault="00363C2E" w:rsidP="00FA0514">
      <w:pPr>
        <w:pStyle w:val="Bezmezer"/>
      </w:pPr>
    </w:p>
    <w:p w14:paraId="4E3B9F87" w14:textId="77777777" w:rsidR="007B60F0" w:rsidRDefault="007B60F0" w:rsidP="00FA0514">
      <w:pPr>
        <w:pStyle w:val="Bezmezer"/>
      </w:pPr>
    </w:p>
    <w:p w14:paraId="7246A04C" w14:textId="77777777" w:rsidR="007B60F0" w:rsidRDefault="007B60F0" w:rsidP="00FA0514">
      <w:pPr>
        <w:pStyle w:val="Bezmezer"/>
      </w:pPr>
    </w:p>
    <w:p w14:paraId="21C3E758" w14:textId="77777777" w:rsidR="00FA0514" w:rsidRDefault="00FA0514" w:rsidP="00FA0514">
      <w:pPr>
        <w:pStyle w:val="Bezmezer"/>
      </w:pPr>
    </w:p>
    <w:p w14:paraId="738ED03D" w14:textId="77777777" w:rsidR="00FA0514" w:rsidRPr="005520B9" w:rsidRDefault="00FA0514" w:rsidP="00FA0514">
      <w:pPr>
        <w:pStyle w:val="Bezmezer"/>
      </w:pPr>
    </w:p>
    <w:p w14:paraId="48D7B9FB" w14:textId="0F06E24E" w:rsidR="00FA0514" w:rsidRPr="005520B9" w:rsidRDefault="00FA0514" w:rsidP="00FA0514">
      <w:pPr>
        <w:pStyle w:val="Bezmezer"/>
      </w:pPr>
      <w:r w:rsidRPr="005520B9">
        <w:t xml:space="preserve">Ing. </w:t>
      </w:r>
      <w:r w:rsidR="001C536E">
        <w:t>Petr Vodička</w:t>
      </w:r>
    </w:p>
    <w:p w14:paraId="1706BBE9" w14:textId="77777777" w:rsidR="00FA0514" w:rsidRDefault="00FA0514" w:rsidP="00FA0514">
      <w:r w:rsidRPr="005520B9">
        <w:t>náměstek ředitele pro techniku</w:t>
      </w:r>
    </w:p>
    <w:p w14:paraId="3021329B" w14:textId="77777777" w:rsidR="00FA0514" w:rsidRDefault="00FA0514" w:rsidP="00043C1F">
      <w:pPr>
        <w:jc w:val="both"/>
        <w:rPr>
          <w:b/>
          <w:bCs/>
          <w:noProof/>
        </w:rPr>
      </w:pPr>
    </w:p>
    <w:p w14:paraId="171A3E33" w14:textId="77777777" w:rsidR="005740E3" w:rsidRDefault="005740E3" w:rsidP="00043C1F">
      <w:pPr>
        <w:jc w:val="both"/>
        <w:rPr>
          <w:b/>
          <w:bCs/>
          <w:noProof/>
        </w:rPr>
      </w:pPr>
    </w:p>
    <w:p w14:paraId="19101140" w14:textId="77777777" w:rsidR="005F76F6" w:rsidRDefault="005F76F6" w:rsidP="00043C1F">
      <w:pPr>
        <w:jc w:val="both"/>
        <w:rPr>
          <w:b/>
          <w:bCs/>
          <w:noProof/>
        </w:rPr>
      </w:pPr>
    </w:p>
    <w:p w14:paraId="0D364F0E" w14:textId="52A2D5C6" w:rsidR="007464A9" w:rsidRDefault="007464A9" w:rsidP="00043C1F">
      <w:pPr>
        <w:jc w:val="both"/>
        <w:rPr>
          <w:b/>
          <w:bCs/>
          <w:noProof/>
        </w:rPr>
      </w:pPr>
    </w:p>
    <w:p w14:paraId="0561E411" w14:textId="323B9466" w:rsidR="005740E3" w:rsidRPr="00FB7776" w:rsidRDefault="005740E3" w:rsidP="005740E3">
      <w:pPr>
        <w:pStyle w:val="Doplujcdaje"/>
        <w:rPr>
          <w:b/>
        </w:rPr>
      </w:pPr>
      <w:r w:rsidRPr="00FB7776">
        <w:rPr>
          <w:b/>
        </w:rPr>
        <w:t>Přílohy</w:t>
      </w:r>
    </w:p>
    <w:p w14:paraId="31D31C15" w14:textId="14B78000" w:rsidR="007A356D" w:rsidRDefault="005740E3" w:rsidP="005740E3">
      <w:pPr>
        <w:pStyle w:val="Doplujcdaje"/>
      </w:pPr>
      <w:r w:rsidRPr="00FB7776">
        <w:t xml:space="preserve">Příloha 1 – </w:t>
      </w:r>
      <w:r w:rsidR="007B60F0">
        <w:t>Kabelové trasy SSZT</w:t>
      </w:r>
    </w:p>
    <w:p w14:paraId="2402D51F" w14:textId="77777777" w:rsidR="005740E3" w:rsidRDefault="005740E3" w:rsidP="005740E3">
      <w:pPr>
        <w:pStyle w:val="Doplujcdaje"/>
      </w:pPr>
    </w:p>
    <w:p w14:paraId="304D58E5" w14:textId="77777777" w:rsidR="00395EB8" w:rsidRPr="00284F6D" w:rsidRDefault="00395EB8" w:rsidP="005337A7">
      <w:pPr>
        <w:pStyle w:val="Bezmezer"/>
        <w:rPr>
          <w:highlight w:val="yellow"/>
        </w:rPr>
      </w:pPr>
    </w:p>
    <w:p w14:paraId="6AD5CE31" w14:textId="77777777" w:rsidR="00FB7776" w:rsidRDefault="00FB7776" w:rsidP="005337A7">
      <w:pPr>
        <w:pStyle w:val="Bezmezer"/>
      </w:pPr>
    </w:p>
    <w:p w14:paraId="0B5A5B6D" w14:textId="77777777" w:rsidR="00395EB8" w:rsidRPr="00395EB8" w:rsidRDefault="00395EB8" w:rsidP="00395EB8"/>
    <w:sectPr w:rsidR="00395EB8" w:rsidRPr="00395EB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49812" w14:textId="77777777" w:rsidR="00757427" w:rsidRDefault="00757427" w:rsidP="00962258">
      <w:pPr>
        <w:spacing w:after="0" w:line="240" w:lineRule="auto"/>
      </w:pPr>
      <w:r>
        <w:separator/>
      </w:r>
    </w:p>
  </w:endnote>
  <w:endnote w:type="continuationSeparator" w:id="0">
    <w:p w14:paraId="23DF9424" w14:textId="77777777" w:rsidR="00757427" w:rsidRDefault="007574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06317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3E91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6C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579C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2CAF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4570D3" w14:textId="77777777" w:rsidR="00F1715C" w:rsidRDefault="00F1715C" w:rsidP="00D831A3">
          <w:pPr>
            <w:pStyle w:val="Zpat"/>
          </w:pPr>
        </w:p>
      </w:tc>
    </w:tr>
  </w:tbl>
  <w:p w14:paraId="71A52BEC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118D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38846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05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05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3C6DE2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1506AB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51AD2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13517D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 w:rsidR="00AB4A88">
            <w:t>: 709 94 234 DIČ: CZ</w:t>
          </w:r>
          <w:r>
            <w:t>709 94 234</w:t>
          </w:r>
        </w:p>
        <w:p w14:paraId="2D29DE0F" w14:textId="77777777" w:rsidR="00F1715C" w:rsidRDefault="0096690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4D4461A" w14:textId="77777777" w:rsidR="00D179B3" w:rsidRPr="000B3ABD" w:rsidRDefault="00D179B3" w:rsidP="00D179B3">
          <w:pPr>
            <w:pStyle w:val="Zpat"/>
            <w:rPr>
              <w:b/>
            </w:rPr>
          </w:pPr>
          <w:r w:rsidRPr="000B3ABD">
            <w:rPr>
              <w:b/>
            </w:rPr>
            <w:t>Oblastní ředitelství Hradec Králové</w:t>
          </w:r>
        </w:p>
        <w:p w14:paraId="7E9227BC" w14:textId="77777777" w:rsidR="00D179B3" w:rsidRPr="000B3ABD" w:rsidRDefault="00D179B3" w:rsidP="00D179B3">
          <w:pPr>
            <w:pStyle w:val="Zpat"/>
            <w:rPr>
              <w:b/>
            </w:rPr>
          </w:pPr>
          <w:r w:rsidRPr="000B3ABD">
            <w:rPr>
              <w:b/>
            </w:rPr>
            <w:t>U Fotochemy 259</w:t>
          </w:r>
        </w:p>
        <w:p w14:paraId="2B85F4EA" w14:textId="480B64C3" w:rsidR="00F1715C" w:rsidRDefault="00D179B3" w:rsidP="00D179B3">
          <w:pPr>
            <w:pStyle w:val="Zpat"/>
          </w:pPr>
          <w:r>
            <w:rPr>
              <w:b/>
            </w:rPr>
            <w:t>501</w:t>
          </w:r>
          <w:r w:rsidRPr="000B3ABD">
            <w:rPr>
              <w:b/>
            </w:rPr>
            <w:t xml:space="preserve"> 0</w:t>
          </w:r>
          <w:r>
            <w:rPr>
              <w:b/>
            </w:rPr>
            <w:t>1</w:t>
          </w:r>
          <w:r w:rsidRPr="000B3ABD">
            <w:rPr>
              <w:b/>
            </w:rPr>
            <w:t xml:space="preserve"> Hradec Králové</w:t>
          </w:r>
        </w:p>
      </w:tc>
    </w:tr>
  </w:tbl>
  <w:p w14:paraId="3576CE72" w14:textId="77777777" w:rsidR="00F1715C" w:rsidRPr="00B8518B" w:rsidRDefault="00F1715C" w:rsidP="00460660">
    <w:pPr>
      <w:pStyle w:val="Zpat"/>
      <w:rPr>
        <w:sz w:val="2"/>
        <w:szCs w:val="2"/>
      </w:rPr>
    </w:pPr>
  </w:p>
  <w:p w14:paraId="29DAB5E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40BA9" w14:textId="77777777" w:rsidR="00757427" w:rsidRDefault="00757427" w:rsidP="00962258">
      <w:pPr>
        <w:spacing w:after="0" w:line="240" w:lineRule="auto"/>
      </w:pPr>
      <w:r>
        <w:separator/>
      </w:r>
    </w:p>
  </w:footnote>
  <w:footnote w:type="continuationSeparator" w:id="0">
    <w:p w14:paraId="0191E02A" w14:textId="77777777" w:rsidR="00757427" w:rsidRDefault="007574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D4A4D7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07F71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A03CA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4384CD" w14:textId="77777777" w:rsidR="00F1715C" w:rsidRPr="00D6163D" w:rsidRDefault="00F1715C" w:rsidP="00D6163D">
          <w:pPr>
            <w:pStyle w:val="Druhdokumentu"/>
          </w:pPr>
        </w:p>
      </w:tc>
    </w:tr>
  </w:tbl>
  <w:p w14:paraId="1689BEE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116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93CE35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E04A44E" wp14:editId="6320091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2EB3483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5AB7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3E60BA" w14:textId="77777777" w:rsidR="00F1715C" w:rsidRPr="00D6163D" w:rsidRDefault="00F1715C" w:rsidP="00FC6389">
          <w:pPr>
            <w:pStyle w:val="Druhdokumentu"/>
          </w:pPr>
        </w:p>
      </w:tc>
    </w:tr>
    <w:tr w:rsidR="00F64786" w14:paraId="7544B1C5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5B6CDB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E069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50DD3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6764C461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5F0ABA5C" wp14:editId="399C3BE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9B3F181" wp14:editId="4744A5C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BACF47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FCEBA2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51B"/>
    <w:multiLevelType w:val="multilevel"/>
    <w:tmpl w:val="B4B06D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DB2048"/>
    <w:multiLevelType w:val="hybridMultilevel"/>
    <w:tmpl w:val="24F2C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04498"/>
    <w:multiLevelType w:val="hybridMultilevel"/>
    <w:tmpl w:val="5CD49244"/>
    <w:lvl w:ilvl="0" w:tplc="52D89FD0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875D8"/>
    <w:multiLevelType w:val="hybridMultilevel"/>
    <w:tmpl w:val="D01A0EFA"/>
    <w:lvl w:ilvl="0" w:tplc="10BA21FA">
      <w:start w:val="17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358C2"/>
    <w:multiLevelType w:val="hybridMultilevel"/>
    <w:tmpl w:val="B45CC280"/>
    <w:lvl w:ilvl="0" w:tplc="A1863014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6798E"/>
    <w:multiLevelType w:val="hybridMultilevel"/>
    <w:tmpl w:val="D1F06B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54C01"/>
    <w:multiLevelType w:val="hybridMultilevel"/>
    <w:tmpl w:val="62BC5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E4BA8"/>
    <w:multiLevelType w:val="hybridMultilevel"/>
    <w:tmpl w:val="19DA2F32"/>
    <w:lvl w:ilvl="0" w:tplc="A5FE79CC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6DB74B5"/>
    <w:multiLevelType w:val="hybridMultilevel"/>
    <w:tmpl w:val="2354B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A7C42B1"/>
    <w:multiLevelType w:val="hybridMultilevel"/>
    <w:tmpl w:val="6A6C33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168EA"/>
    <w:multiLevelType w:val="hybridMultilevel"/>
    <w:tmpl w:val="AB16006E"/>
    <w:lvl w:ilvl="0" w:tplc="69240A98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685F31"/>
    <w:multiLevelType w:val="hybridMultilevel"/>
    <w:tmpl w:val="35EE4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91767F"/>
    <w:multiLevelType w:val="hybridMultilevel"/>
    <w:tmpl w:val="F72E2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309EB"/>
    <w:multiLevelType w:val="hybridMultilevel"/>
    <w:tmpl w:val="44002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4A61FF"/>
    <w:multiLevelType w:val="hybridMultilevel"/>
    <w:tmpl w:val="778CC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2D171375"/>
    <w:multiLevelType w:val="hybridMultilevel"/>
    <w:tmpl w:val="B87A9A36"/>
    <w:lvl w:ilvl="0" w:tplc="BA1E918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807A0F"/>
    <w:multiLevelType w:val="hybridMultilevel"/>
    <w:tmpl w:val="A32C798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EEC14C4"/>
    <w:multiLevelType w:val="hybridMultilevel"/>
    <w:tmpl w:val="2DC8C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478AB"/>
    <w:multiLevelType w:val="hybridMultilevel"/>
    <w:tmpl w:val="2BBC1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33FEB"/>
    <w:multiLevelType w:val="hybridMultilevel"/>
    <w:tmpl w:val="7542E6C6"/>
    <w:lvl w:ilvl="0" w:tplc="A34E7BB6"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5793D"/>
    <w:multiLevelType w:val="hybridMultilevel"/>
    <w:tmpl w:val="034E499E"/>
    <w:lvl w:ilvl="0" w:tplc="9CC0FDB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55996"/>
    <w:multiLevelType w:val="hybridMultilevel"/>
    <w:tmpl w:val="1276A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35055"/>
    <w:multiLevelType w:val="hybridMultilevel"/>
    <w:tmpl w:val="2446087E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8643315"/>
    <w:multiLevelType w:val="hybridMultilevel"/>
    <w:tmpl w:val="B276E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D6D9C"/>
    <w:multiLevelType w:val="hybridMultilevel"/>
    <w:tmpl w:val="4B4065A0"/>
    <w:lvl w:ilvl="0" w:tplc="AD5049C4"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9CF1615"/>
    <w:multiLevelType w:val="hybridMultilevel"/>
    <w:tmpl w:val="58587A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802B4"/>
    <w:multiLevelType w:val="hybridMultilevel"/>
    <w:tmpl w:val="24E01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053489"/>
    <w:multiLevelType w:val="hybridMultilevel"/>
    <w:tmpl w:val="7218A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22E44"/>
    <w:multiLevelType w:val="hybridMultilevel"/>
    <w:tmpl w:val="26AE3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C4168"/>
    <w:multiLevelType w:val="hybridMultilevel"/>
    <w:tmpl w:val="80942C3A"/>
    <w:lvl w:ilvl="0" w:tplc="638423D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40CD7"/>
    <w:multiLevelType w:val="hybridMultilevel"/>
    <w:tmpl w:val="CE7E425A"/>
    <w:lvl w:ilvl="0" w:tplc="0F9AE9A4">
      <w:numFmt w:val="bullet"/>
      <w:lvlText w:val="-"/>
      <w:lvlJc w:val="left"/>
      <w:pPr>
        <w:ind w:left="720" w:hanging="360"/>
      </w:pPr>
      <w:rPr>
        <w:rFonts w:ascii="Calibri,Bold" w:eastAsia="Times New Roman" w:hAnsi="Calibri,Bold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4615E1"/>
    <w:multiLevelType w:val="multilevel"/>
    <w:tmpl w:val="38AC775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9B32D7A"/>
    <w:multiLevelType w:val="hybridMultilevel"/>
    <w:tmpl w:val="D95AF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2D2AD3"/>
    <w:multiLevelType w:val="hybridMultilevel"/>
    <w:tmpl w:val="13B0C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B66332"/>
    <w:multiLevelType w:val="hybridMultilevel"/>
    <w:tmpl w:val="69F40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79964">
    <w:abstractNumId w:val="10"/>
  </w:num>
  <w:num w:numId="2" w16cid:durableId="821115526">
    <w:abstractNumId w:val="1"/>
  </w:num>
  <w:num w:numId="3" w16cid:durableId="1217932557">
    <w:abstractNumId w:val="17"/>
  </w:num>
  <w:num w:numId="4" w16cid:durableId="2147041856">
    <w:abstractNumId w:val="35"/>
  </w:num>
  <w:num w:numId="5" w16cid:durableId="111286394">
    <w:abstractNumId w:val="9"/>
  </w:num>
  <w:num w:numId="6" w16cid:durableId="175192181">
    <w:abstractNumId w:val="2"/>
  </w:num>
  <w:num w:numId="7" w16cid:durableId="1463842819">
    <w:abstractNumId w:val="24"/>
  </w:num>
  <w:num w:numId="8" w16cid:durableId="47534555">
    <w:abstractNumId w:val="11"/>
  </w:num>
  <w:num w:numId="9" w16cid:durableId="1334643318">
    <w:abstractNumId w:val="29"/>
  </w:num>
  <w:num w:numId="10" w16cid:durableId="530340531">
    <w:abstractNumId w:val="21"/>
  </w:num>
  <w:num w:numId="11" w16cid:durableId="933635541">
    <w:abstractNumId w:val="20"/>
  </w:num>
  <w:num w:numId="12" w16cid:durableId="366949948">
    <w:abstractNumId w:val="16"/>
  </w:num>
  <w:num w:numId="13" w16cid:durableId="288124721">
    <w:abstractNumId w:val="13"/>
  </w:num>
  <w:num w:numId="14" w16cid:durableId="1153791674">
    <w:abstractNumId w:val="7"/>
  </w:num>
  <w:num w:numId="15" w16cid:durableId="1239946756">
    <w:abstractNumId w:val="37"/>
  </w:num>
  <w:num w:numId="16" w16cid:durableId="772243064">
    <w:abstractNumId w:val="26"/>
  </w:num>
  <w:num w:numId="17" w16cid:durableId="1723599027">
    <w:abstractNumId w:val="18"/>
  </w:num>
  <w:num w:numId="18" w16cid:durableId="198322578">
    <w:abstractNumId w:val="25"/>
  </w:num>
  <w:num w:numId="19" w16cid:durableId="2052995054">
    <w:abstractNumId w:val="19"/>
  </w:num>
  <w:num w:numId="20" w16cid:durableId="1143694666">
    <w:abstractNumId w:val="14"/>
  </w:num>
  <w:num w:numId="21" w16cid:durableId="466972043">
    <w:abstractNumId w:val="36"/>
  </w:num>
  <w:num w:numId="22" w16cid:durableId="704645551">
    <w:abstractNumId w:val="30"/>
  </w:num>
  <w:num w:numId="23" w16cid:durableId="903561720">
    <w:abstractNumId w:val="38"/>
  </w:num>
  <w:num w:numId="24" w16cid:durableId="696855159">
    <w:abstractNumId w:val="31"/>
  </w:num>
  <w:num w:numId="25" w16cid:durableId="1153058154">
    <w:abstractNumId w:val="12"/>
  </w:num>
  <w:num w:numId="26" w16cid:durableId="1410880295">
    <w:abstractNumId w:val="6"/>
  </w:num>
  <w:num w:numId="27" w16cid:durableId="298149343">
    <w:abstractNumId w:val="3"/>
  </w:num>
  <w:num w:numId="28" w16cid:durableId="1318533911">
    <w:abstractNumId w:val="15"/>
  </w:num>
  <w:num w:numId="29" w16cid:durableId="95642348">
    <w:abstractNumId w:val="8"/>
  </w:num>
  <w:num w:numId="30" w16cid:durableId="16274582">
    <w:abstractNumId w:val="22"/>
  </w:num>
  <w:num w:numId="31" w16cid:durableId="602147978">
    <w:abstractNumId w:val="23"/>
  </w:num>
  <w:num w:numId="32" w16cid:durableId="1390348246">
    <w:abstractNumId w:val="27"/>
  </w:num>
  <w:num w:numId="33" w16cid:durableId="73430092">
    <w:abstractNumId w:val="5"/>
  </w:num>
  <w:num w:numId="34" w16cid:durableId="2041974691">
    <w:abstractNumId w:val="0"/>
  </w:num>
  <w:num w:numId="35" w16cid:durableId="63843622">
    <w:abstractNumId w:val="34"/>
  </w:num>
  <w:num w:numId="36" w16cid:durableId="751972709">
    <w:abstractNumId w:val="33"/>
  </w:num>
  <w:num w:numId="37" w16cid:durableId="1217668536">
    <w:abstractNumId w:val="32"/>
  </w:num>
  <w:num w:numId="38" w16cid:durableId="218984202">
    <w:abstractNumId w:val="28"/>
  </w:num>
  <w:num w:numId="39" w16cid:durableId="462845596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73B"/>
    <w:rsid w:val="000016B8"/>
    <w:rsid w:val="000143A2"/>
    <w:rsid w:val="00033432"/>
    <w:rsid w:val="000335CC"/>
    <w:rsid w:val="00036CA0"/>
    <w:rsid w:val="00043C1F"/>
    <w:rsid w:val="00047FFD"/>
    <w:rsid w:val="00053DFA"/>
    <w:rsid w:val="00072C1E"/>
    <w:rsid w:val="00085E9A"/>
    <w:rsid w:val="000A0DBC"/>
    <w:rsid w:val="000B7907"/>
    <w:rsid w:val="000C0429"/>
    <w:rsid w:val="000D2E4F"/>
    <w:rsid w:val="00107605"/>
    <w:rsid w:val="00114472"/>
    <w:rsid w:val="00126A15"/>
    <w:rsid w:val="0013163B"/>
    <w:rsid w:val="00170EC5"/>
    <w:rsid w:val="001747C1"/>
    <w:rsid w:val="0018316C"/>
    <w:rsid w:val="0018596A"/>
    <w:rsid w:val="001B08BC"/>
    <w:rsid w:val="001C4DA0"/>
    <w:rsid w:val="001C536E"/>
    <w:rsid w:val="001D089C"/>
    <w:rsid w:val="00204EA1"/>
    <w:rsid w:val="00207DF5"/>
    <w:rsid w:val="002121D3"/>
    <w:rsid w:val="0021268B"/>
    <w:rsid w:val="002433A4"/>
    <w:rsid w:val="00247DED"/>
    <w:rsid w:val="002663BF"/>
    <w:rsid w:val="0026785D"/>
    <w:rsid w:val="00273006"/>
    <w:rsid w:val="00284F6D"/>
    <w:rsid w:val="00292F4F"/>
    <w:rsid w:val="002A07A5"/>
    <w:rsid w:val="002B5931"/>
    <w:rsid w:val="002C05C6"/>
    <w:rsid w:val="002C31BF"/>
    <w:rsid w:val="002C42B0"/>
    <w:rsid w:val="002C653D"/>
    <w:rsid w:val="002E0CD7"/>
    <w:rsid w:val="002F026B"/>
    <w:rsid w:val="00313DFC"/>
    <w:rsid w:val="00344DC3"/>
    <w:rsid w:val="00356A31"/>
    <w:rsid w:val="00357BC6"/>
    <w:rsid w:val="00363C2E"/>
    <w:rsid w:val="003956C6"/>
    <w:rsid w:val="00395EB8"/>
    <w:rsid w:val="003B0242"/>
    <w:rsid w:val="003B1D2E"/>
    <w:rsid w:val="003E75CE"/>
    <w:rsid w:val="0041380F"/>
    <w:rsid w:val="00422F3A"/>
    <w:rsid w:val="00450F07"/>
    <w:rsid w:val="00453CD3"/>
    <w:rsid w:val="00455BC7"/>
    <w:rsid w:val="00457BE6"/>
    <w:rsid w:val="00460660"/>
    <w:rsid w:val="00460CCB"/>
    <w:rsid w:val="00473A48"/>
    <w:rsid w:val="00477370"/>
    <w:rsid w:val="00477EE6"/>
    <w:rsid w:val="00486107"/>
    <w:rsid w:val="00491827"/>
    <w:rsid w:val="00491B0F"/>
    <w:rsid w:val="004926B0"/>
    <w:rsid w:val="004A7C69"/>
    <w:rsid w:val="004B33DD"/>
    <w:rsid w:val="004B440A"/>
    <w:rsid w:val="004C314B"/>
    <w:rsid w:val="004C4399"/>
    <w:rsid w:val="004C69ED"/>
    <w:rsid w:val="004C787C"/>
    <w:rsid w:val="004E7904"/>
    <w:rsid w:val="004F4B9B"/>
    <w:rsid w:val="004F552B"/>
    <w:rsid w:val="00502A6D"/>
    <w:rsid w:val="005101C1"/>
    <w:rsid w:val="00511AB9"/>
    <w:rsid w:val="0052073F"/>
    <w:rsid w:val="00523EA7"/>
    <w:rsid w:val="005337A7"/>
    <w:rsid w:val="005414DA"/>
    <w:rsid w:val="0054183B"/>
    <w:rsid w:val="00551D1F"/>
    <w:rsid w:val="005520B9"/>
    <w:rsid w:val="00553375"/>
    <w:rsid w:val="00556332"/>
    <w:rsid w:val="00564D5D"/>
    <w:rsid w:val="005658A6"/>
    <w:rsid w:val="005722BB"/>
    <w:rsid w:val="005736B7"/>
    <w:rsid w:val="005740E3"/>
    <w:rsid w:val="00575E5A"/>
    <w:rsid w:val="005864D0"/>
    <w:rsid w:val="00596C7E"/>
    <w:rsid w:val="005A217E"/>
    <w:rsid w:val="005A64E9"/>
    <w:rsid w:val="005B5EE9"/>
    <w:rsid w:val="005C04C9"/>
    <w:rsid w:val="005C3943"/>
    <w:rsid w:val="005D2534"/>
    <w:rsid w:val="005D4BCD"/>
    <w:rsid w:val="005F76F6"/>
    <w:rsid w:val="0061068E"/>
    <w:rsid w:val="00630150"/>
    <w:rsid w:val="00660AD3"/>
    <w:rsid w:val="00663A12"/>
    <w:rsid w:val="0066583A"/>
    <w:rsid w:val="006831BA"/>
    <w:rsid w:val="006A5570"/>
    <w:rsid w:val="006A689C"/>
    <w:rsid w:val="006B3D79"/>
    <w:rsid w:val="006B63F9"/>
    <w:rsid w:val="006C1B18"/>
    <w:rsid w:val="006E0578"/>
    <w:rsid w:val="006E314D"/>
    <w:rsid w:val="006E425E"/>
    <w:rsid w:val="006F370F"/>
    <w:rsid w:val="00710723"/>
    <w:rsid w:val="00723ED1"/>
    <w:rsid w:val="00724D95"/>
    <w:rsid w:val="00740E9F"/>
    <w:rsid w:val="00743525"/>
    <w:rsid w:val="007464A9"/>
    <w:rsid w:val="00757427"/>
    <w:rsid w:val="00757F76"/>
    <w:rsid w:val="0076286B"/>
    <w:rsid w:val="00764595"/>
    <w:rsid w:val="007646D1"/>
    <w:rsid w:val="00765209"/>
    <w:rsid w:val="00766846"/>
    <w:rsid w:val="00766D9D"/>
    <w:rsid w:val="0077673A"/>
    <w:rsid w:val="0077797C"/>
    <w:rsid w:val="00777BD4"/>
    <w:rsid w:val="007846E1"/>
    <w:rsid w:val="007A303F"/>
    <w:rsid w:val="007A356D"/>
    <w:rsid w:val="007B570C"/>
    <w:rsid w:val="007B60F0"/>
    <w:rsid w:val="007B6817"/>
    <w:rsid w:val="007C1EFD"/>
    <w:rsid w:val="007E052B"/>
    <w:rsid w:val="007E4A6E"/>
    <w:rsid w:val="007E4EFF"/>
    <w:rsid w:val="007F56A7"/>
    <w:rsid w:val="007F6328"/>
    <w:rsid w:val="008072B5"/>
    <w:rsid w:val="00807DD0"/>
    <w:rsid w:val="00810BD7"/>
    <w:rsid w:val="00813F11"/>
    <w:rsid w:val="00827DAC"/>
    <w:rsid w:val="00843E16"/>
    <w:rsid w:val="008446EB"/>
    <w:rsid w:val="008559B1"/>
    <w:rsid w:val="00861295"/>
    <w:rsid w:val="00870685"/>
    <w:rsid w:val="00870E0C"/>
    <w:rsid w:val="00890CF7"/>
    <w:rsid w:val="008A3434"/>
    <w:rsid w:val="008A3568"/>
    <w:rsid w:val="008B2CFF"/>
    <w:rsid w:val="008C169D"/>
    <w:rsid w:val="008C1812"/>
    <w:rsid w:val="008C4E5E"/>
    <w:rsid w:val="008D03B9"/>
    <w:rsid w:val="008F18D6"/>
    <w:rsid w:val="008F1907"/>
    <w:rsid w:val="008F3E51"/>
    <w:rsid w:val="00902E4E"/>
    <w:rsid w:val="00904780"/>
    <w:rsid w:val="009113A8"/>
    <w:rsid w:val="00913130"/>
    <w:rsid w:val="00914E6D"/>
    <w:rsid w:val="00922385"/>
    <w:rsid w:val="009223DF"/>
    <w:rsid w:val="0092727E"/>
    <w:rsid w:val="00936091"/>
    <w:rsid w:val="00940D8A"/>
    <w:rsid w:val="00950540"/>
    <w:rsid w:val="00962258"/>
    <w:rsid w:val="00966902"/>
    <w:rsid w:val="009678B7"/>
    <w:rsid w:val="00982411"/>
    <w:rsid w:val="009918C7"/>
    <w:rsid w:val="00992D9C"/>
    <w:rsid w:val="009936BA"/>
    <w:rsid w:val="00996CB8"/>
    <w:rsid w:val="00997171"/>
    <w:rsid w:val="00997ABA"/>
    <w:rsid w:val="009A3BA2"/>
    <w:rsid w:val="009A7568"/>
    <w:rsid w:val="009B2E97"/>
    <w:rsid w:val="009B486A"/>
    <w:rsid w:val="009B52A5"/>
    <w:rsid w:val="009B72CC"/>
    <w:rsid w:val="009C2347"/>
    <w:rsid w:val="009D4BD6"/>
    <w:rsid w:val="009E07F4"/>
    <w:rsid w:val="009E196A"/>
    <w:rsid w:val="009F2653"/>
    <w:rsid w:val="009F3717"/>
    <w:rsid w:val="009F392E"/>
    <w:rsid w:val="00A14408"/>
    <w:rsid w:val="00A40717"/>
    <w:rsid w:val="00A44328"/>
    <w:rsid w:val="00A6102F"/>
    <w:rsid w:val="00A6177B"/>
    <w:rsid w:val="00A64E74"/>
    <w:rsid w:val="00A66136"/>
    <w:rsid w:val="00AA4CBB"/>
    <w:rsid w:val="00AA60D9"/>
    <w:rsid w:val="00AA65FA"/>
    <w:rsid w:val="00AA7351"/>
    <w:rsid w:val="00AB4A88"/>
    <w:rsid w:val="00AB678D"/>
    <w:rsid w:val="00AD0334"/>
    <w:rsid w:val="00AD056F"/>
    <w:rsid w:val="00AD6731"/>
    <w:rsid w:val="00AE140F"/>
    <w:rsid w:val="00AE32AB"/>
    <w:rsid w:val="00AE7858"/>
    <w:rsid w:val="00B133F8"/>
    <w:rsid w:val="00B15D0D"/>
    <w:rsid w:val="00B30BFB"/>
    <w:rsid w:val="00B3449C"/>
    <w:rsid w:val="00B37E12"/>
    <w:rsid w:val="00B40FB0"/>
    <w:rsid w:val="00B4135B"/>
    <w:rsid w:val="00B45E9E"/>
    <w:rsid w:val="00B55F9C"/>
    <w:rsid w:val="00B606A0"/>
    <w:rsid w:val="00B75EE1"/>
    <w:rsid w:val="00B77481"/>
    <w:rsid w:val="00B8518B"/>
    <w:rsid w:val="00B8765E"/>
    <w:rsid w:val="00B96602"/>
    <w:rsid w:val="00BB0F72"/>
    <w:rsid w:val="00BB3740"/>
    <w:rsid w:val="00BC0854"/>
    <w:rsid w:val="00BC730D"/>
    <w:rsid w:val="00BD4C35"/>
    <w:rsid w:val="00BD7E91"/>
    <w:rsid w:val="00BF374D"/>
    <w:rsid w:val="00BF58C0"/>
    <w:rsid w:val="00C02D0A"/>
    <w:rsid w:val="00C03A6E"/>
    <w:rsid w:val="00C141CC"/>
    <w:rsid w:val="00C20A01"/>
    <w:rsid w:val="00C216ED"/>
    <w:rsid w:val="00C247F2"/>
    <w:rsid w:val="00C30759"/>
    <w:rsid w:val="00C3673B"/>
    <w:rsid w:val="00C44F6A"/>
    <w:rsid w:val="00C55B87"/>
    <w:rsid w:val="00C776EC"/>
    <w:rsid w:val="00C8207D"/>
    <w:rsid w:val="00C85D1E"/>
    <w:rsid w:val="00CB0E32"/>
    <w:rsid w:val="00CC2962"/>
    <w:rsid w:val="00CD043B"/>
    <w:rsid w:val="00CD1FC4"/>
    <w:rsid w:val="00CD6B81"/>
    <w:rsid w:val="00CE371D"/>
    <w:rsid w:val="00CE6EFB"/>
    <w:rsid w:val="00CF2702"/>
    <w:rsid w:val="00D02A4D"/>
    <w:rsid w:val="00D03F31"/>
    <w:rsid w:val="00D173E9"/>
    <w:rsid w:val="00D179B3"/>
    <w:rsid w:val="00D20FBC"/>
    <w:rsid w:val="00D21061"/>
    <w:rsid w:val="00D316A7"/>
    <w:rsid w:val="00D40AAA"/>
    <w:rsid w:val="00D4108E"/>
    <w:rsid w:val="00D539C7"/>
    <w:rsid w:val="00D6163D"/>
    <w:rsid w:val="00D831A3"/>
    <w:rsid w:val="00DA494C"/>
    <w:rsid w:val="00DA6FFE"/>
    <w:rsid w:val="00DB6666"/>
    <w:rsid w:val="00DC3110"/>
    <w:rsid w:val="00DD46F3"/>
    <w:rsid w:val="00DD58A6"/>
    <w:rsid w:val="00DD641A"/>
    <w:rsid w:val="00DE2316"/>
    <w:rsid w:val="00DE56F2"/>
    <w:rsid w:val="00DF116D"/>
    <w:rsid w:val="00E141E2"/>
    <w:rsid w:val="00E176E2"/>
    <w:rsid w:val="00E21351"/>
    <w:rsid w:val="00E2138E"/>
    <w:rsid w:val="00E21B22"/>
    <w:rsid w:val="00E31E02"/>
    <w:rsid w:val="00E51017"/>
    <w:rsid w:val="00E824F1"/>
    <w:rsid w:val="00E83ADD"/>
    <w:rsid w:val="00E91822"/>
    <w:rsid w:val="00E91874"/>
    <w:rsid w:val="00EB104F"/>
    <w:rsid w:val="00ED14BD"/>
    <w:rsid w:val="00ED3947"/>
    <w:rsid w:val="00ED7093"/>
    <w:rsid w:val="00EE7D73"/>
    <w:rsid w:val="00EF03B4"/>
    <w:rsid w:val="00F001D8"/>
    <w:rsid w:val="00F01440"/>
    <w:rsid w:val="00F12DEC"/>
    <w:rsid w:val="00F1715C"/>
    <w:rsid w:val="00F2656D"/>
    <w:rsid w:val="00F310F8"/>
    <w:rsid w:val="00F35939"/>
    <w:rsid w:val="00F40152"/>
    <w:rsid w:val="00F45607"/>
    <w:rsid w:val="00F64786"/>
    <w:rsid w:val="00F659EB"/>
    <w:rsid w:val="00F862D6"/>
    <w:rsid w:val="00F86BA6"/>
    <w:rsid w:val="00F90D21"/>
    <w:rsid w:val="00FA0514"/>
    <w:rsid w:val="00FB6CE2"/>
    <w:rsid w:val="00FB7776"/>
    <w:rsid w:val="00FC6389"/>
    <w:rsid w:val="00FD2AA8"/>
    <w:rsid w:val="00FD2F51"/>
    <w:rsid w:val="00FE28EC"/>
    <w:rsid w:val="00FE41C3"/>
    <w:rsid w:val="00FF211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FAF92"/>
  <w14:defaultImageDpi w14:val="32767"/>
  <w15:docId w15:val="{0FAE1D64-6DAF-4D3B-8DFF-DB8D9CD2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81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77E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77EE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77EE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E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EE6"/>
    <w:rPr>
      <w:b/>
      <w:bCs/>
      <w:sz w:val="20"/>
      <w:szCs w:val="20"/>
    </w:rPr>
  </w:style>
  <w:style w:type="character" w:customStyle="1" w:styleId="ui-provider">
    <w:name w:val="ui-provider"/>
    <w:basedOn w:val="Standardnpsmoodstavce"/>
    <w:rsid w:val="005864D0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F03B4"/>
  </w:style>
  <w:style w:type="character" w:customStyle="1" w:styleId="spelle">
    <w:name w:val="spelle"/>
    <w:basedOn w:val="Standardnpsmoodstavce"/>
    <w:rsid w:val="00053DFA"/>
  </w:style>
  <w:style w:type="paragraph" w:customStyle="1" w:styleId="Default">
    <w:name w:val="Default"/>
    <w:rsid w:val="00B344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y\-%20Stavby\-%20LIB\Turnov\01%20-%20D&#218;R\06%20-%20D&#218;R%20k%20p&#345;ipom&#237;nk&#225;m\Vyj&#225;d&#345;en&#237;%20D&#218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DC90F-4C60-4349-9188-55DA9F503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A45BC-80EF-4AB7-BCBF-4EF18553E27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AED882-5D22-409C-9318-A8A9EBC56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FCB881-6F72-4351-A395-EC91CB96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Vyjádření DÚR.dotx</Template>
  <TotalTime>5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Kohout Karel, Ing.</dc:creator>
  <cp:lastModifiedBy>Charvát Martin, Ing.</cp:lastModifiedBy>
  <cp:revision>7</cp:revision>
  <cp:lastPrinted>2024-01-18T10:49:00Z</cp:lastPrinted>
  <dcterms:created xsi:type="dcterms:W3CDTF">2024-01-18T10:44:00Z</dcterms:created>
  <dcterms:modified xsi:type="dcterms:W3CDTF">2024-01-18T10:49:00Z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